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468"/>
      </w:tblGrid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C51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FFFFFF" w:themeFill="background1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EC518D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EC51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33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FFFFFF" w:themeFill="background1"/>
          </w:tcPr>
          <w:p w:rsidR="003321C2" w:rsidRPr="00417219" w:rsidRDefault="003321C2" w:rsidP="00EC518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C51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АЗИЈА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D0461E" w:rsidRPr="00545C96" w:rsidRDefault="00D0461E" w:rsidP="00EC518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C518D" w:rsidRPr="00EC51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Азија:</w:t>
            </w:r>
            <w:r w:rsidR="003545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C518D" w:rsidRPr="00EC51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природногеографске </w:t>
            </w:r>
            <w:r w:rsidR="003545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C518D" w:rsidRPr="00EC51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одлике--</w:t>
            </w:r>
            <w:r w:rsidR="00EC518D" w:rsidRPr="00EC518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Од  тундре  до  тропских  кишних  шума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auto"/>
          </w:tcPr>
          <w:p w:rsidR="003321C2" w:rsidRPr="00417219" w:rsidRDefault="00D0461E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F76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466279" w:rsidRDefault="003321C2" w:rsidP="00EC518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Упознати  </w:t>
            </w:r>
            <w:r w:rsidR="00EC51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ученике  са  основним  природно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географским одликама </w:t>
            </w:r>
            <w:r w:rsidR="00EC51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Азије</w:t>
            </w:r>
          </w:p>
        </w:tc>
      </w:tr>
      <w:tr w:rsidR="00A45210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A45210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</w:p>
          <w:p w:rsidR="00A45210" w:rsidRPr="00177289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Усвојити нова знања о </w:t>
            </w:r>
            <w:r w:rsidR="00EC51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географским  одликама   </w:t>
            </w:r>
            <w:r w:rsidR="00EC51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Азије</w:t>
            </w:r>
          </w:p>
          <w:p w:rsidR="00A45210" w:rsidRPr="00545C96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Развијање способности уочавања основних својстава објеката, појава и процеса 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670648" w:rsidRDefault="00D0461E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EC518D" w:rsidRPr="00EC518D" w:rsidRDefault="00EC518D" w:rsidP="00EC518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51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дефинише географски положај  Азије, њене границе и везе са другим континентима</w:t>
            </w:r>
          </w:p>
          <w:p w:rsidR="00EC518D" w:rsidRPr="00EC518D" w:rsidRDefault="00EC518D" w:rsidP="00EC518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51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на карти покаже  облике  разуђености  обала Азије</w:t>
            </w:r>
          </w:p>
          <w:p w:rsidR="00EC518D" w:rsidRPr="00EC518D" w:rsidRDefault="00EC518D" w:rsidP="00EC518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51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-разуме  начин  постанка  рељефа  и  зна  да  одреди положај  најкрупнијих  облика  рељефа на  карти</w:t>
            </w:r>
          </w:p>
          <w:p w:rsidR="00EC518D" w:rsidRPr="00EC518D" w:rsidRDefault="00EC518D" w:rsidP="00EC518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51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објасни постојање  свих  типова  климе  и  њихове  одлике</w:t>
            </w:r>
          </w:p>
          <w:p w:rsidR="00EC518D" w:rsidRPr="00EC518D" w:rsidRDefault="00EC518D" w:rsidP="00EC518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51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-уочи  нравномеран  распоред копнених  вода</w:t>
            </w:r>
          </w:p>
          <w:p w:rsidR="00EC518D" w:rsidRPr="00EC518D" w:rsidRDefault="00EC518D" w:rsidP="00EC518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51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-на  карти  покаже  највеће  реке и језера</w:t>
            </w:r>
          </w:p>
          <w:p w:rsidR="00EC518D" w:rsidRPr="00EC518D" w:rsidRDefault="00EC518D" w:rsidP="00EC518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51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-објасни рзноврсност  природних зона  и богатство  живог  света</w:t>
            </w:r>
          </w:p>
          <w:p w:rsidR="00D0461E" w:rsidRPr="005F7634" w:rsidRDefault="00EC518D" w:rsidP="00EC518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51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-уочи  проблеме угрожености  животне  средине  у  Азији</w:t>
            </w:r>
          </w:p>
        </w:tc>
      </w:tr>
      <w:tr w:rsidR="00664F16" w:rsidRPr="00B37DAE" w:rsidTr="00E3469D">
        <w:tc>
          <w:tcPr>
            <w:tcW w:w="9468" w:type="dxa"/>
            <w:shd w:val="clear" w:color="auto" w:fill="auto"/>
          </w:tcPr>
          <w:p w:rsidR="00670648" w:rsidRPr="00466279" w:rsidRDefault="00664F16" w:rsidP="00E3469D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EC518D" w:rsidRPr="00EC518D" w:rsidRDefault="00EC518D" w:rsidP="00EC518D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518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ГЕ1.1.3. Препознаје и чита на карти Азије називе планина, висоравни, низија, река, језера и пустиња.</w:t>
            </w:r>
          </w:p>
          <w:p w:rsidR="00EC518D" w:rsidRPr="00EC518D" w:rsidRDefault="00EC518D" w:rsidP="00EC518D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518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ГЕ1.4.2. Именује континенте и препознаје њихове основне природне одлике.</w:t>
            </w:r>
          </w:p>
          <w:p w:rsidR="00670648" w:rsidRDefault="00670648" w:rsidP="00E3469D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 w:rsidR="004C7CD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EC518D" w:rsidRPr="00EC518D" w:rsidRDefault="00EC518D" w:rsidP="00EC518D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518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ГЕ2.1.2. Одређује положај места и тачака на карти Азије, планина, висоравни, низија, река, језера и пустиња.</w:t>
            </w:r>
          </w:p>
          <w:p w:rsidR="00EC518D" w:rsidRPr="00EC518D" w:rsidRDefault="00EC518D" w:rsidP="00EC518D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518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ГЕ2.1.3. Препознаје и објашњава географске чињенице представљене моделом, сликом, графиком, табелом и схемом.</w:t>
            </w:r>
          </w:p>
          <w:p w:rsidR="00EC518D" w:rsidRPr="00EC518D" w:rsidRDefault="00EC518D" w:rsidP="00EC518D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518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ГЕ2.4.2. Описује природне одлике Азије.</w:t>
            </w:r>
          </w:p>
          <w:p w:rsidR="00670648" w:rsidRDefault="00670648" w:rsidP="00E3469D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EC518D" w:rsidRPr="00EC518D" w:rsidRDefault="00EC518D" w:rsidP="00EC518D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518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ГЕ3.1.1. На основу анализе географске карте Азије у могућности је да изведе закључке о рељефу, клими, хидрографији и природним зонама Азије.</w:t>
            </w:r>
          </w:p>
          <w:p w:rsidR="00664F16" w:rsidRPr="005F7634" w:rsidRDefault="00EC518D" w:rsidP="00EC518D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518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ГЕ3.4.3. Објашњава географске везе и законитости Азије и у могућности је да објасни утицај географског положаја и величине Азије на одлике рељефа, климе, хидрографије и распоред природних зона.</w:t>
            </w:r>
          </w:p>
        </w:tc>
      </w:tr>
      <w:tr w:rsidR="00545C96" w:rsidRPr="00545C96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</w:t>
            </w:r>
            <w:r w:rsidR="006F29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илустративно-демонстрациона,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монолошка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Географски  атлас-издање  Завод  за  уџбенике, Београд, Вежбанка  за  географију 7.  разред (неме карте), издање  Завод  за  уџбеник</w:t>
            </w:r>
            <w:r w:rsidR="00EC51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е,Београд,  зидна  карта  света,  глобус, зидна  карта  Азије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илустрације</w:t>
            </w:r>
          </w:p>
        </w:tc>
      </w:tr>
      <w:tr w:rsidR="000D1454" w:rsidRPr="00B37DAE" w:rsidTr="00E3469D">
        <w:tc>
          <w:tcPr>
            <w:tcW w:w="9468" w:type="dxa"/>
            <w:shd w:val="clear" w:color="auto" w:fill="auto"/>
          </w:tcPr>
          <w:p w:rsidR="000D1454" w:rsidRPr="000D1454" w:rsidRDefault="000D1454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="00EC51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биологија</w:t>
            </w:r>
          </w:p>
        </w:tc>
      </w:tr>
      <w:tr w:rsidR="00545C96" w:rsidRPr="003321C2" w:rsidTr="00E3469D">
        <w:tc>
          <w:tcPr>
            <w:tcW w:w="9468" w:type="dxa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96516D" w:rsidRPr="00B37DAE" w:rsidTr="00E3469D">
        <w:tc>
          <w:tcPr>
            <w:tcW w:w="9468" w:type="dxa"/>
          </w:tcPr>
          <w:p w:rsidR="0096516D" w:rsidRPr="00545C96" w:rsidRDefault="00EC518D" w:rsidP="00FA2B2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 карти  света  и  глобусу упознајемо ученике  са  географским  положајем  Азије</w:t>
            </w:r>
            <w:r w:rsidR="003545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њеним везама са др</w:t>
            </w:r>
            <w:r w:rsidR="003545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гим контиентима</w:t>
            </w:r>
            <w:r w:rsidR="00C746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.Наводимо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="00C746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јакрупније</w:t>
            </w:r>
            <w:r w:rsidR="003545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облике</w:t>
            </w:r>
            <w:r w:rsidR="00C746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545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746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разуђености оба</w:t>
            </w:r>
            <w:r w:rsidR="00FA2B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 и  показујемо на карти  Азије. Н</w:t>
            </w:r>
            <w:bookmarkStart w:id="0" w:name="_GoBack"/>
            <w:bookmarkEnd w:id="0"/>
            <w:r w:rsidR="00FA2B25" w:rsidRPr="00FA2B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табли исписује текст „НАЈ... У АЗИЈИ“ (уз напомену да бројеви служе само за поређење).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Главни део часа</w:t>
            </w:r>
            <w:r w:rsidR="00E3469D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1C6C13" w:rsidRPr="00B37DAE" w:rsidTr="00E3469D">
        <w:tc>
          <w:tcPr>
            <w:tcW w:w="9468" w:type="dxa"/>
          </w:tcPr>
          <w:p w:rsidR="00C74672" w:rsidRPr="00C74672" w:rsidRDefault="00354592" w:rsidP="00C7467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 w:rsidR="00C746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елимо</w:t>
            </w:r>
            <w:r w:rsidR="00C74672" w:rsidRPr="00C746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учен</w:t>
            </w:r>
            <w:r w:rsidR="00C746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ике у четири групе и формулишемо</w:t>
            </w:r>
            <w:r w:rsidR="00C74672" w:rsidRPr="00C746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задатке за сваку групу: прва група–рељеф, друга група–клима, трећа група–хидрографија и четврта група–природне зоне. Свака група добија једну фотокопирану нему карту Азије у коју уноси  задати садржај, користећи уџбеник, атлас,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74672" w:rsidRPr="00C746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бојице,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74672" w:rsidRPr="00C746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картографске вештине.Сви раде истовремено.</w:t>
            </w:r>
          </w:p>
          <w:p w:rsidR="005F7634" w:rsidRPr="00545C96" w:rsidRDefault="00C74672" w:rsidP="00C7467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46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табли или зиду је пано са четири поља, где свака група поставља свој рад. Ученици, посебно надарени за ликовно стваралаштво, могу да графички–сликом представе  вулкан, гејзир, језеро, ретке животиње, биљке...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FFFFFF" w:themeFill="background1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5F784B" w:rsidRPr="00B37DAE" w:rsidTr="00E3469D">
        <w:tc>
          <w:tcPr>
            <w:tcW w:w="9468" w:type="dxa"/>
          </w:tcPr>
          <w:p w:rsidR="005F784B" w:rsidRPr="00545C96" w:rsidRDefault="00C74672" w:rsidP="00E3469D">
            <w:pPr>
              <w:spacing w:before="5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46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Свака група укратко представља  свој рад и истиче најбитније,остали слушају и на крају међусобно постављају питања и издвајају најзанимљивије детаље из излагања других група</w:t>
            </w:r>
          </w:p>
        </w:tc>
      </w:tr>
      <w:tr w:rsidR="00606767" w:rsidRPr="00B80B22" w:rsidTr="00E3469D">
        <w:tc>
          <w:tcPr>
            <w:tcW w:w="9468" w:type="dxa"/>
            <w:shd w:val="clear" w:color="auto" w:fill="FFFFFF" w:themeFill="background1"/>
          </w:tcPr>
          <w:p w:rsidR="00606767" w:rsidRDefault="00606767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E3469D">
        <w:tc>
          <w:tcPr>
            <w:tcW w:w="9468" w:type="dxa"/>
          </w:tcPr>
          <w:p w:rsidR="001C6C13" w:rsidRDefault="00B80B2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</w:p>
          <w:p w:rsidR="00606767" w:rsidRDefault="0035459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</w:t>
            </w:r>
            <w:r w:rsidR="00FA2B2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АЗИЈА: ПРИРОДНОГЕОГРАФСКЕ  ОДЛИКЕ</w:t>
            </w:r>
          </w:p>
          <w:p w:rsidR="00354592" w:rsidRDefault="00354592" w:rsidP="00E3469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</w:t>
            </w:r>
            <w:r w:rsidR="00FA2B2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</w:t>
            </w:r>
            <w:r w:rsidRPr="00354592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>ОД   ТУНДРЕ  ДО  ТРОПСКИХ  КИШНИХ  ШУМА</w:t>
            </w:r>
          </w:p>
          <w:p w:rsidR="00354592" w:rsidRPr="00354592" w:rsidRDefault="00354592" w:rsidP="00354592">
            <w:pPr>
              <w:tabs>
                <w:tab w:val="left" w:pos="144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</w:pPr>
            <w:r w:rsidRPr="00354592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НАЈ... У АЗИЈИ</w:t>
            </w:r>
          </w:p>
          <w:p w:rsidR="00354592" w:rsidRPr="00354592" w:rsidRDefault="00354592" w:rsidP="00354592">
            <w:pPr>
              <w:numPr>
                <w:ilvl w:val="0"/>
                <w:numId w:val="2"/>
              </w:numPr>
              <w:ind w:left="584" w:hanging="227"/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</w:pPr>
            <w:r w:rsidRPr="00354592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Највиши врх света: Монт Еверест ( 8</w:t>
            </w:r>
            <w:r w:rsidRPr="00354592">
              <w:rPr>
                <w:rFonts w:ascii="Times New Roman" w:eastAsia="Times New Roman" w:hAnsi="Times New Roman" w:cs="Times New Roman"/>
                <w:sz w:val="24"/>
                <w:szCs w:val="24"/>
                <w:lang w:val="sr-Latn-CS" w:bidi="en-US"/>
              </w:rPr>
              <w:t xml:space="preserve"> </w:t>
            </w:r>
            <w:r w:rsidRPr="00354592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850 </w:t>
            </w:r>
            <w:r w:rsidRPr="00354592">
              <w:rPr>
                <w:rFonts w:ascii="Times New Roman" w:eastAsia="Times New Roman" w:hAnsi="Times New Roman" w:cs="Times New Roman"/>
                <w:sz w:val="24"/>
                <w:szCs w:val="24"/>
                <w:lang w:val="sr-Latn-CS" w:bidi="en-US"/>
              </w:rPr>
              <w:t>m</w:t>
            </w:r>
            <w:r w:rsidRPr="00354592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)</w:t>
            </w:r>
          </w:p>
          <w:p w:rsidR="00354592" w:rsidRPr="00354592" w:rsidRDefault="00354592" w:rsidP="00354592">
            <w:pPr>
              <w:numPr>
                <w:ilvl w:val="0"/>
                <w:numId w:val="2"/>
              </w:numPr>
              <w:ind w:left="584" w:hanging="227"/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</w:pPr>
            <w:r w:rsidRPr="00354592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Највиша и највећа висораван: Тибет</w:t>
            </w:r>
          </w:p>
          <w:p w:rsidR="00354592" w:rsidRPr="00354592" w:rsidRDefault="00354592" w:rsidP="00354592">
            <w:pPr>
              <w:numPr>
                <w:ilvl w:val="0"/>
                <w:numId w:val="2"/>
              </w:numPr>
              <w:ind w:left="584" w:hanging="227"/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</w:pPr>
            <w:r w:rsidRPr="00354592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Најнижа депресија света: Мртво море</w:t>
            </w:r>
          </w:p>
          <w:p w:rsidR="00354592" w:rsidRPr="00354592" w:rsidRDefault="00354592" w:rsidP="00354592">
            <w:pPr>
              <w:numPr>
                <w:ilvl w:val="0"/>
                <w:numId w:val="2"/>
              </w:numPr>
              <w:ind w:left="584" w:hanging="227"/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</w:pPr>
            <w:r w:rsidRPr="00354592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Најдубље језеро света: Бајкалско</w:t>
            </w:r>
          </w:p>
          <w:p w:rsidR="00354592" w:rsidRPr="00354592" w:rsidRDefault="00354592" w:rsidP="00354592">
            <w:pPr>
              <w:numPr>
                <w:ilvl w:val="0"/>
                <w:numId w:val="2"/>
              </w:numPr>
              <w:ind w:left="584" w:hanging="227"/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</w:pPr>
            <w:r w:rsidRPr="00354592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Највеће језеро света: Каспијско</w:t>
            </w:r>
          </w:p>
          <w:p w:rsidR="00354592" w:rsidRPr="00354592" w:rsidRDefault="00354592" w:rsidP="00354592">
            <w:pPr>
              <w:numPr>
                <w:ilvl w:val="0"/>
                <w:numId w:val="2"/>
              </w:numPr>
              <w:ind w:left="584" w:hanging="22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CS" w:bidi="en-US"/>
              </w:rPr>
            </w:pPr>
            <w:r w:rsidRPr="0035459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CS" w:bidi="en-US"/>
              </w:rPr>
              <w:t>Највеће температурне разлике: преко +50</w:t>
            </w:r>
            <w:r w:rsidRPr="0035459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CS" w:bidi="en-US"/>
              </w:rPr>
              <w:sym w:font="Symbol" w:char="F0B0"/>
            </w:r>
            <w:r w:rsidRPr="0035459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CS" w:bidi="en-US"/>
              </w:rPr>
              <w:t xml:space="preserve"> </w:t>
            </w:r>
            <w:r w:rsidRPr="0035459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Latn-CS" w:bidi="en-US"/>
              </w:rPr>
              <w:t>C</w:t>
            </w:r>
            <w:r w:rsidRPr="0035459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CS" w:bidi="en-US"/>
              </w:rPr>
              <w:t>/испод –70</w:t>
            </w:r>
            <w:r w:rsidRPr="0035459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CS" w:bidi="en-US"/>
              </w:rPr>
              <w:sym w:font="Symbol" w:char="F0B0"/>
            </w:r>
            <w:r w:rsidRPr="0035459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CS" w:bidi="en-US"/>
              </w:rPr>
              <w:t xml:space="preserve"> </w:t>
            </w:r>
            <w:r w:rsidRPr="0035459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Latn-CS" w:bidi="en-US"/>
              </w:rPr>
              <w:t>C</w:t>
            </w:r>
          </w:p>
          <w:p w:rsidR="00354592" w:rsidRPr="00354592" w:rsidRDefault="00354592" w:rsidP="00354592">
            <w:pPr>
              <w:numPr>
                <w:ilvl w:val="0"/>
                <w:numId w:val="2"/>
              </w:numPr>
              <w:ind w:left="584" w:hanging="227"/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</w:pPr>
            <w:r w:rsidRPr="00354592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Најкишовитије место на свету: Черапунџи</w:t>
            </w:r>
          </w:p>
          <w:p w:rsidR="00354592" w:rsidRPr="00354592" w:rsidRDefault="00354592" w:rsidP="00354592">
            <w:pPr>
              <w:numPr>
                <w:ilvl w:val="0"/>
                <w:numId w:val="2"/>
              </w:numPr>
              <w:ind w:left="584" w:hanging="227"/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</w:pPr>
            <w:r w:rsidRPr="00354592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Најдужа река Евроазије: Јангцекјанг</w:t>
            </w:r>
          </w:p>
          <w:p w:rsidR="00354592" w:rsidRPr="00354592" w:rsidRDefault="00354592" w:rsidP="00354592">
            <w:pPr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</w:pPr>
          </w:p>
          <w:p w:rsidR="00354592" w:rsidRPr="00354592" w:rsidRDefault="00354592" w:rsidP="00354592">
            <w:pPr>
              <w:tabs>
                <w:tab w:val="left" w:pos="1440"/>
              </w:tabs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</w:pPr>
            <w:r w:rsidRPr="00354592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        ПРОСТОР ЗА УЧЕНИЧКЕ РАДОВЕ</w:t>
            </w:r>
          </w:p>
          <w:p w:rsidR="00354592" w:rsidRPr="00354592" w:rsidRDefault="00354592" w:rsidP="00354592">
            <w:pPr>
              <w:tabs>
                <w:tab w:val="left" w:pos="1440"/>
              </w:tabs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</w:pPr>
          </w:p>
          <w:tbl>
            <w:tblPr>
              <w:tblW w:w="0" w:type="auto"/>
              <w:tblInd w:w="7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245"/>
              <w:gridCol w:w="3260"/>
            </w:tblGrid>
            <w:tr w:rsidR="00354592" w:rsidRPr="00354592" w:rsidTr="00354592">
              <w:trPr>
                <w:trHeight w:val="2160"/>
              </w:trPr>
              <w:tc>
                <w:tcPr>
                  <w:tcW w:w="3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54592" w:rsidRDefault="00354592" w:rsidP="00354592">
                  <w:pPr>
                    <w:tabs>
                      <w:tab w:val="left" w:pos="1440"/>
                    </w:tabs>
                    <w:spacing w:after="0"/>
                    <w:rPr>
                      <w:rFonts w:ascii="Times New Roman" w:eastAsia="Times New Roman" w:hAnsi="Times New Roman" w:cs="Times New Roman"/>
                      <w:lang w:val="sr-Cyrl-CS" w:bidi="en-US"/>
                    </w:rPr>
                  </w:pPr>
                  <w:r w:rsidRPr="00354592">
                    <w:rPr>
                      <w:rFonts w:ascii="Times New Roman" w:eastAsia="Times New Roman" w:hAnsi="Times New Roman" w:cs="Times New Roman"/>
                      <w:lang w:val="sr-Cyrl-CS" w:bidi="en-US"/>
                    </w:rPr>
                    <w:t>РЕЉЕФ:</w:t>
                  </w:r>
                  <w:r>
                    <w:rPr>
                      <w:rFonts w:ascii="Times New Roman" w:eastAsia="Times New Roman" w:hAnsi="Times New Roman" w:cs="Times New Roman"/>
                      <w:lang w:val="sr-Cyrl-CS" w:bidi="en-US"/>
                    </w:rPr>
                    <w:t xml:space="preserve"> РАЗНОЛИКОСТ  И</w:t>
                  </w:r>
                </w:p>
                <w:p w:rsidR="00354592" w:rsidRPr="00354592" w:rsidRDefault="00354592" w:rsidP="00354592">
                  <w:pPr>
                    <w:tabs>
                      <w:tab w:val="left" w:pos="1440"/>
                    </w:tabs>
                    <w:spacing w:after="0"/>
                    <w:rPr>
                      <w:rFonts w:ascii="Times New Roman" w:eastAsia="Times New Roman" w:hAnsi="Times New Roman" w:cs="Times New Roman"/>
                      <w:lang w:val="sr-Cyrl-CS" w:bidi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sr-Cyrl-CS" w:bidi="en-US"/>
                    </w:rPr>
                    <w:t xml:space="preserve">                КОНТРАСТИ</w:t>
                  </w:r>
                </w:p>
                <w:p w:rsidR="00354592" w:rsidRPr="00354592" w:rsidRDefault="00354592" w:rsidP="00354592">
                  <w:pPr>
                    <w:tabs>
                      <w:tab w:val="left" w:pos="1440"/>
                    </w:tabs>
                    <w:spacing w:after="0"/>
                    <w:ind w:left="360"/>
                    <w:rPr>
                      <w:rFonts w:ascii="Times New Roman" w:eastAsia="Times New Roman" w:hAnsi="Times New Roman" w:cs="Times New Roman"/>
                      <w:lang w:val="sr-Cyrl-CS" w:bidi="en-US"/>
                    </w:rPr>
                  </w:pPr>
                  <w:r w:rsidRPr="00354592">
                    <w:rPr>
                      <w:rFonts w:ascii="Times New Roman" w:eastAsia="Times New Roman" w:hAnsi="Times New Roman" w:cs="Times New Roman"/>
                      <w:lang w:val="sr-Cyrl-CS" w:bidi="en-US"/>
                    </w:rPr>
                    <w:t>планине</w:t>
                  </w:r>
                </w:p>
                <w:p w:rsidR="00354592" w:rsidRPr="00354592" w:rsidRDefault="00354592" w:rsidP="00354592">
                  <w:pPr>
                    <w:tabs>
                      <w:tab w:val="left" w:pos="1440"/>
                    </w:tabs>
                    <w:spacing w:after="0"/>
                    <w:ind w:left="360"/>
                    <w:rPr>
                      <w:rFonts w:ascii="Times New Roman" w:eastAsia="Times New Roman" w:hAnsi="Times New Roman" w:cs="Times New Roman"/>
                      <w:lang w:val="sr-Cyrl-CS" w:bidi="en-US"/>
                    </w:rPr>
                  </w:pPr>
                  <w:r w:rsidRPr="00354592">
                    <w:rPr>
                      <w:rFonts w:ascii="Times New Roman" w:eastAsia="Times New Roman" w:hAnsi="Times New Roman" w:cs="Times New Roman"/>
                      <w:lang w:val="sr-Cyrl-CS" w:bidi="en-US"/>
                    </w:rPr>
                    <w:t>висоравни</w:t>
                  </w:r>
                </w:p>
                <w:p w:rsidR="00354592" w:rsidRPr="00354592" w:rsidRDefault="00354592" w:rsidP="00354592">
                  <w:pPr>
                    <w:tabs>
                      <w:tab w:val="left" w:pos="1440"/>
                    </w:tabs>
                    <w:spacing w:after="0"/>
                    <w:ind w:left="360"/>
                    <w:rPr>
                      <w:rFonts w:ascii="Times New Roman" w:eastAsia="Times New Roman" w:hAnsi="Times New Roman" w:cs="Times New Roman"/>
                      <w:lang w:val="sr-Cyrl-CS" w:bidi="en-US"/>
                    </w:rPr>
                  </w:pPr>
                  <w:r w:rsidRPr="00354592">
                    <w:rPr>
                      <w:rFonts w:ascii="Times New Roman" w:eastAsia="Times New Roman" w:hAnsi="Times New Roman" w:cs="Times New Roman"/>
                      <w:lang w:val="sr-Cyrl-CS" w:bidi="en-US"/>
                    </w:rPr>
                    <w:t>низије</w:t>
                  </w:r>
                </w:p>
                <w:p w:rsidR="00354592" w:rsidRPr="00354592" w:rsidRDefault="00354592" w:rsidP="00354592">
                  <w:pPr>
                    <w:tabs>
                      <w:tab w:val="left" w:pos="1440"/>
                    </w:tabs>
                    <w:spacing w:after="0"/>
                    <w:ind w:left="360"/>
                    <w:rPr>
                      <w:rFonts w:ascii="Times New Roman" w:eastAsia="Times New Roman" w:hAnsi="Times New Roman" w:cs="Times New Roman"/>
                      <w:lang w:val="sr-Cyrl-CS" w:bidi="en-US"/>
                    </w:rPr>
                  </w:pPr>
                  <w:r w:rsidRPr="00354592">
                    <w:rPr>
                      <w:rFonts w:ascii="Times New Roman" w:eastAsia="Times New Roman" w:hAnsi="Times New Roman" w:cs="Times New Roman"/>
                      <w:lang w:val="sr-Cyrl-CS" w:bidi="en-US"/>
                    </w:rPr>
                    <w:t>депресије</w:t>
                  </w:r>
                </w:p>
                <w:p w:rsidR="00354592" w:rsidRPr="00354592" w:rsidRDefault="00354592" w:rsidP="00354592">
                  <w:pPr>
                    <w:tabs>
                      <w:tab w:val="left" w:pos="1440"/>
                    </w:tabs>
                    <w:spacing w:after="0"/>
                    <w:ind w:left="3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 w:bidi="en-US"/>
                    </w:rPr>
                  </w:pPr>
                  <w:r w:rsidRPr="00354592">
                    <w:rPr>
                      <w:rFonts w:ascii="Times New Roman" w:eastAsia="Times New Roman" w:hAnsi="Times New Roman" w:cs="Times New Roman"/>
                      <w:lang w:val="sr-Cyrl-CS" w:bidi="en-US"/>
                    </w:rPr>
                    <w:t>Ватрени појас Пацифика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4592" w:rsidRPr="00354592" w:rsidRDefault="00354592" w:rsidP="00354592">
                  <w:pPr>
                    <w:tabs>
                      <w:tab w:val="left" w:pos="1440"/>
                    </w:tabs>
                    <w:spacing w:after="0"/>
                    <w:rPr>
                      <w:rFonts w:ascii="Times New Roman" w:eastAsia="Times New Roman" w:hAnsi="Times New Roman" w:cs="Times New Roman"/>
                      <w:lang w:val="sr-Cyrl-CS" w:bidi="en-US"/>
                    </w:rPr>
                  </w:pPr>
                  <w:r w:rsidRPr="00354592">
                    <w:rPr>
                      <w:rFonts w:ascii="Times New Roman" w:eastAsia="Times New Roman" w:hAnsi="Times New Roman" w:cs="Times New Roman"/>
                      <w:lang w:val="sr-Cyrl-CS" w:bidi="en-US"/>
                    </w:rPr>
                    <w:t>КЛИМА:</w:t>
                  </w:r>
                  <w:r>
                    <w:rPr>
                      <w:rFonts w:ascii="Times New Roman" w:eastAsia="Times New Roman" w:hAnsi="Times New Roman" w:cs="Times New Roman"/>
                      <w:lang w:val="sr-Cyrl-CS" w:bidi="en-US"/>
                    </w:rPr>
                    <w:t xml:space="preserve">  СВИ  ТИПОВИ</w:t>
                  </w:r>
                </w:p>
                <w:p w:rsidR="00354592" w:rsidRPr="00354592" w:rsidRDefault="00354592" w:rsidP="00354592">
                  <w:pPr>
                    <w:tabs>
                      <w:tab w:val="left" w:pos="1440"/>
                    </w:tabs>
                    <w:spacing w:after="0"/>
                    <w:rPr>
                      <w:rFonts w:ascii="Times New Roman" w:eastAsia="Times New Roman" w:hAnsi="Times New Roman" w:cs="Times New Roman"/>
                      <w:lang w:val="sr-Cyrl-CS" w:bidi="en-US"/>
                    </w:rPr>
                  </w:pPr>
                  <w:r w:rsidRPr="00354592">
                    <w:rPr>
                      <w:rFonts w:ascii="Times New Roman" w:eastAsia="Times New Roman" w:hAnsi="Times New Roman" w:cs="Times New Roman"/>
                      <w:lang w:val="sr-Cyrl-CS" w:bidi="en-US"/>
                    </w:rPr>
                    <w:t>типови климе и    топлотни појасеви</w:t>
                  </w:r>
                </w:p>
                <w:p w:rsidR="00354592" w:rsidRPr="00354592" w:rsidRDefault="00354592" w:rsidP="00354592">
                  <w:pPr>
                    <w:tabs>
                      <w:tab w:val="left" w:pos="1440"/>
                    </w:tabs>
                    <w:spacing w:after="0"/>
                    <w:ind w:left="360"/>
                    <w:rPr>
                      <w:rFonts w:ascii="Times New Roman" w:eastAsia="Times New Roman" w:hAnsi="Times New Roman" w:cs="Times New Roman"/>
                      <w:lang w:val="sr-Cyrl-CS" w:bidi="en-US"/>
                    </w:rPr>
                  </w:pPr>
                  <w:r w:rsidRPr="00354592">
                    <w:rPr>
                      <w:rFonts w:ascii="Times New Roman" w:eastAsia="Times New Roman" w:hAnsi="Times New Roman" w:cs="Times New Roman"/>
                      <w:lang w:val="sr-Cyrl-CS" w:bidi="en-US"/>
                    </w:rPr>
                    <w:t xml:space="preserve">монсуни </w:t>
                  </w:r>
                </w:p>
                <w:p w:rsidR="00354592" w:rsidRPr="00354592" w:rsidRDefault="00354592" w:rsidP="00354592">
                  <w:pPr>
                    <w:tabs>
                      <w:tab w:val="left" w:pos="1440"/>
                    </w:tabs>
                    <w:spacing w:after="0"/>
                    <w:ind w:left="360"/>
                    <w:rPr>
                      <w:rFonts w:ascii="Times New Roman" w:eastAsia="Times New Roman" w:hAnsi="Times New Roman" w:cs="Times New Roman"/>
                      <w:lang w:val="sr-Cyrl-CS" w:bidi="en-US"/>
                    </w:rPr>
                  </w:pPr>
                  <w:r w:rsidRPr="00354592">
                    <w:rPr>
                      <w:rFonts w:ascii="Times New Roman" w:eastAsia="Times New Roman" w:hAnsi="Times New Roman" w:cs="Times New Roman"/>
                      <w:lang w:val="sr-Cyrl-CS" w:bidi="en-US"/>
                    </w:rPr>
                    <w:t>тајфуни</w:t>
                  </w:r>
                </w:p>
                <w:p w:rsidR="00354592" w:rsidRPr="00354592" w:rsidRDefault="00354592" w:rsidP="00354592">
                  <w:pPr>
                    <w:tabs>
                      <w:tab w:val="left" w:pos="1440"/>
                    </w:tabs>
                    <w:spacing w:after="0"/>
                    <w:ind w:left="3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 w:bidi="en-US"/>
                    </w:rPr>
                  </w:pPr>
                  <w:r w:rsidRPr="00354592">
                    <w:rPr>
                      <w:rFonts w:ascii="Times New Roman" w:eastAsia="Times New Roman" w:hAnsi="Times New Roman" w:cs="Times New Roman"/>
                      <w:lang w:val="sr-Cyrl-CS" w:bidi="en-US"/>
                    </w:rPr>
                    <w:t>Сибир</w:t>
                  </w:r>
                </w:p>
                <w:p w:rsidR="00354592" w:rsidRPr="00354592" w:rsidRDefault="00354592" w:rsidP="00354592">
                  <w:pPr>
                    <w:tabs>
                      <w:tab w:val="left" w:pos="1440"/>
                    </w:tabs>
                    <w:spacing w:after="0"/>
                    <w:ind w:left="3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 w:bidi="en-US"/>
                    </w:rPr>
                  </w:pPr>
                </w:p>
              </w:tc>
            </w:tr>
            <w:tr w:rsidR="00354592" w:rsidRPr="00354592" w:rsidTr="00354592">
              <w:trPr>
                <w:trHeight w:val="2160"/>
              </w:trPr>
              <w:tc>
                <w:tcPr>
                  <w:tcW w:w="3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54592" w:rsidRDefault="00354592" w:rsidP="00354592">
                  <w:pPr>
                    <w:tabs>
                      <w:tab w:val="left" w:pos="1440"/>
                    </w:tabs>
                    <w:spacing w:after="0"/>
                    <w:rPr>
                      <w:rFonts w:ascii="Times New Roman" w:eastAsia="Times New Roman" w:hAnsi="Times New Roman" w:cs="Times New Roman"/>
                      <w:lang w:val="sr-Cyrl-CS" w:bidi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sr-Cyrl-CS" w:bidi="en-US"/>
                    </w:rPr>
                    <w:t xml:space="preserve">ВОДЕ: НЕРАВНОМЕРАН  </w:t>
                  </w:r>
                </w:p>
                <w:p w:rsidR="00354592" w:rsidRPr="00354592" w:rsidRDefault="00354592" w:rsidP="00354592">
                  <w:pPr>
                    <w:tabs>
                      <w:tab w:val="left" w:pos="1440"/>
                    </w:tabs>
                    <w:spacing w:after="0"/>
                    <w:rPr>
                      <w:rFonts w:ascii="Times New Roman" w:eastAsia="Times New Roman" w:hAnsi="Times New Roman" w:cs="Times New Roman"/>
                      <w:lang w:val="sr-Cyrl-CS" w:bidi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sr-Cyrl-CS" w:bidi="en-US"/>
                    </w:rPr>
                    <w:t xml:space="preserve">             РАСПОРЕД</w:t>
                  </w:r>
                </w:p>
                <w:p w:rsidR="00354592" w:rsidRPr="00354592" w:rsidRDefault="00354592" w:rsidP="00354592">
                  <w:pPr>
                    <w:tabs>
                      <w:tab w:val="left" w:pos="1440"/>
                    </w:tabs>
                    <w:spacing w:after="0"/>
                    <w:ind w:left="360"/>
                    <w:rPr>
                      <w:rFonts w:ascii="Times New Roman" w:eastAsia="Times New Roman" w:hAnsi="Times New Roman" w:cs="Times New Roman"/>
                      <w:lang w:val="sr-Cyrl-CS" w:bidi="en-US"/>
                    </w:rPr>
                  </w:pPr>
                  <w:r w:rsidRPr="00354592">
                    <w:rPr>
                      <w:rFonts w:ascii="Times New Roman" w:eastAsia="Times New Roman" w:hAnsi="Times New Roman" w:cs="Times New Roman"/>
                      <w:lang w:val="sr-Cyrl-CS" w:bidi="en-US"/>
                    </w:rPr>
                    <w:t>реке по сливовима</w:t>
                  </w:r>
                </w:p>
                <w:p w:rsidR="00354592" w:rsidRPr="00354592" w:rsidRDefault="00354592" w:rsidP="00354592">
                  <w:pPr>
                    <w:tabs>
                      <w:tab w:val="left" w:pos="1440"/>
                    </w:tabs>
                    <w:spacing w:after="0"/>
                    <w:ind w:left="360"/>
                    <w:rPr>
                      <w:rFonts w:ascii="Times New Roman" w:eastAsia="Times New Roman" w:hAnsi="Times New Roman" w:cs="Times New Roman"/>
                      <w:lang w:val="sr-Cyrl-CS" w:bidi="en-US"/>
                    </w:rPr>
                  </w:pPr>
                  <w:r w:rsidRPr="00354592">
                    <w:rPr>
                      <w:rFonts w:ascii="Times New Roman" w:eastAsia="Times New Roman" w:hAnsi="Times New Roman" w:cs="Times New Roman"/>
                      <w:lang w:val="sr-Cyrl-CS" w:bidi="en-US"/>
                    </w:rPr>
                    <w:t>унутрашње одводњавање</w:t>
                  </w:r>
                </w:p>
                <w:p w:rsidR="00354592" w:rsidRPr="00354592" w:rsidRDefault="00354592" w:rsidP="00354592">
                  <w:pPr>
                    <w:tabs>
                      <w:tab w:val="left" w:pos="1440"/>
                    </w:tabs>
                    <w:spacing w:after="0"/>
                    <w:ind w:left="360"/>
                    <w:rPr>
                      <w:rFonts w:ascii="Times New Roman" w:eastAsia="Times New Roman" w:hAnsi="Times New Roman" w:cs="Times New Roman"/>
                      <w:lang w:val="sr-Cyrl-CS" w:bidi="en-US"/>
                    </w:rPr>
                  </w:pPr>
                  <w:r w:rsidRPr="00354592">
                    <w:rPr>
                      <w:rFonts w:ascii="Times New Roman" w:eastAsia="Times New Roman" w:hAnsi="Times New Roman" w:cs="Times New Roman"/>
                      <w:lang w:val="sr-Cyrl-CS" w:bidi="en-US"/>
                    </w:rPr>
                    <w:t>језера</w:t>
                  </w:r>
                </w:p>
                <w:p w:rsidR="00354592" w:rsidRPr="00354592" w:rsidRDefault="00354592" w:rsidP="00354592">
                  <w:pPr>
                    <w:tabs>
                      <w:tab w:val="left" w:pos="1440"/>
                    </w:tabs>
                    <w:spacing w:after="0"/>
                    <w:ind w:left="3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 w:bidi="en-US"/>
                    </w:rPr>
                  </w:pPr>
                  <w:r w:rsidRPr="00354592">
                    <w:rPr>
                      <w:rFonts w:ascii="Times New Roman" w:eastAsia="Times New Roman" w:hAnsi="Times New Roman" w:cs="Times New Roman"/>
                      <w:lang w:val="sr-Cyrl-CS" w:bidi="en-US"/>
                    </w:rPr>
                    <w:t>гејзири</w:t>
                  </w:r>
                  <w:r w:rsidRPr="003545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 w:bidi="en-US"/>
                    </w:rPr>
                    <w:t xml:space="preserve"> </w:t>
                  </w:r>
                </w:p>
                <w:p w:rsidR="00354592" w:rsidRPr="00354592" w:rsidRDefault="00354592" w:rsidP="00354592">
                  <w:pPr>
                    <w:tabs>
                      <w:tab w:val="left" w:pos="1440"/>
                    </w:tabs>
                    <w:spacing w:after="0"/>
                    <w:ind w:left="3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 w:bidi="en-US"/>
                    </w:rPr>
                  </w:pPr>
                  <w:r w:rsidRPr="003545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 w:bidi="en-US"/>
                    </w:rPr>
                    <w:t>ледници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54592" w:rsidRDefault="00354592" w:rsidP="00354592">
                  <w:pPr>
                    <w:tabs>
                      <w:tab w:val="left" w:pos="1440"/>
                    </w:tabs>
                    <w:spacing w:after="0"/>
                    <w:rPr>
                      <w:rFonts w:ascii="Times New Roman" w:eastAsia="Times New Roman" w:hAnsi="Times New Roman" w:cs="Times New Roman"/>
                      <w:lang w:val="sr-Cyrl-CS" w:bidi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sr-Cyrl-CS" w:bidi="en-US"/>
                    </w:rPr>
                    <w:t>ПРИРОДНЕ  ЗОНЕ</w:t>
                  </w:r>
                  <w:r w:rsidRPr="00354592">
                    <w:rPr>
                      <w:rFonts w:ascii="Times New Roman" w:eastAsia="Times New Roman" w:hAnsi="Times New Roman" w:cs="Times New Roman"/>
                      <w:lang w:val="sr-Cyrl-CS" w:bidi="en-US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lang w:val="sr-Cyrl-CS" w:bidi="en-US"/>
                    </w:rPr>
                    <w:t xml:space="preserve"> ЈАСНО</w:t>
                  </w:r>
                </w:p>
                <w:p w:rsidR="00354592" w:rsidRPr="00354592" w:rsidRDefault="00354592" w:rsidP="00354592">
                  <w:pPr>
                    <w:tabs>
                      <w:tab w:val="left" w:pos="1440"/>
                    </w:tabs>
                    <w:spacing w:after="0"/>
                    <w:rPr>
                      <w:rFonts w:ascii="Times New Roman" w:eastAsia="Times New Roman" w:hAnsi="Times New Roman" w:cs="Times New Roman"/>
                      <w:lang w:val="sr-Cyrl-CS" w:bidi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sr-Cyrl-CS" w:bidi="en-US"/>
                    </w:rPr>
                    <w:t>ИЗРАЖЕНЕ И РАЗНОЛИКЕ</w:t>
                  </w:r>
                </w:p>
                <w:p w:rsidR="00354592" w:rsidRPr="00354592" w:rsidRDefault="00354592" w:rsidP="00354592">
                  <w:pPr>
                    <w:tabs>
                      <w:tab w:val="left" w:pos="1440"/>
                    </w:tabs>
                    <w:spacing w:after="0"/>
                    <w:rPr>
                      <w:rFonts w:ascii="Times New Roman" w:eastAsia="Times New Roman" w:hAnsi="Times New Roman" w:cs="Times New Roman"/>
                      <w:lang w:val="sr-Cyrl-CS" w:bidi="en-US"/>
                    </w:rPr>
                  </w:pPr>
                  <w:r w:rsidRPr="00354592">
                    <w:rPr>
                      <w:rFonts w:ascii="Times New Roman" w:eastAsia="Times New Roman" w:hAnsi="Times New Roman" w:cs="Times New Roman"/>
                      <w:lang w:val="sr-Cyrl-CS" w:bidi="en-US"/>
                    </w:rPr>
                    <w:t>природне зоне: тундре, тајге, листопадне шуме, степе, пустиње, медитеранска вегетација и кишне шуме</w:t>
                  </w:r>
                </w:p>
                <w:p w:rsidR="00354592" w:rsidRPr="00354592" w:rsidRDefault="00354592" w:rsidP="00354592">
                  <w:pPr>
                    <w:tabs>
                      <w:tab w:val="left" w:pos="1440"/>
                    </w:tabs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 w:bidi="en-US"/>
                    </w:rPr>
                  </w:pPr>
                  <w:r w:rsidRPr="00354592">
                    <w:rPr>
                      <w:rFonts w:ascii="Times New Roman" w:eastAsia="Times New Roman" w:hAnsi="Times New Roman" w:cs="Times New Roman"/>
                      <w:lang w:val="sr-Cyrl-CS" w:bidi="en-US"/>
                    </w:rPr>
                    <w:t>угрожене врсте</w:t>
                  </w:r>
                </w:p>
              </w:tc>
            </w:tr>
          </w:tbl>
          <w:p w:rsidR="00354592" w:rsidRPr="00354592" w:rsidRDefault="00354592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4334D" w:rsidRPr="003321C2" w:rsidTr="00E3469D">
        <w:tc>
          <w:tcPr>
            <w:tcW w:w="9468" w:type="dxa"/>
            <w:shd w:val="clear" w:color="auto" w:fill="FFFFFF" w:themeFill="background1"/>
          </w:tcPr>
          <w:p w:rsidR="00E4334D" w:rsidRPr="00545C96" w:rsidRDefault="00E4334D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</w:tbl>
    <w:p w:rsidR="00BF20E4" w:rsidRPr="003321C2" w:rsidRDefault="00BF20E4" w:rsidP="00E3469D">
      <w:pPr>
        <w:rPr>
          <w:lang w:val="ru-RU"/>
        </w:rPr>
      </w:pPr>
    </w:p>
    <w:sectPr w:rsidR="00BF20E4" w:rsidRPr="003321C2" w:rsidSect="00354592">
      <w:pgSz w:w="12240" w:h="15840"/>
      <w:pgMar w:top="1440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B1942"/>
    <w:multiLevelType w:val="hybridMultilevel"/>
    <w:tmpl w:val="72F80F16"/>
    <w:lvl w:ilvl="0" w:tplc="8AC899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D1454"/>
    <w:rsid w:val="00177289"/>
    <w:rsid w:val="001C6C13"/>
    <w:rsid w:val="002365E8"/>
    <w:rsid w:val="003321C2"/>
    <w:rsid w:val="00354592"/>
    <w:rsid w:val="00391413"/>
    <w:rsid w:val="003F1D6D"/>
    <w:rsid w:val="00417219"/>
    <w:rsid w:val="00466279"/>
    <w:rsid w:val="004C7CD5"/>
    <w:rsid w:val="00545C96"/>
    <w:rsid w:val="005F7634"/>
    <w:rsid w:val="005F784B"/>
    <w:rsid w:val="00605D58"/>
    <w:rsid w:val="00606767"/>
    <w:rsid w:val="00664F16"/>
    <w:rsid w:val="00670648"/>
    <w:rsid w:val="006F2937"/>
    <w:rsid w:val="007E6623"/>
    <w:rsid w:val="00854D2A"/>
    <w:rsid w:val="008F0F0B"/>
    <w:rsid w:val="00942ED0"/>
    <w:rsid w:val="0096516D"/>
    <w:rsid w:val="00A17F87"/>
    <w:rsid w:val="00A45210"/>
    <w:rsid w:val="00A47E59"/>
    <w:rsid w:val="00AB78A4"/>
    <w:rsid w:val="00B37DAE"/>
    <w:rsid w:val="00B80B22"/>
    <w:rsid w:val="00BA107D"/>
    <w:rsid w:val="00BF20E4"/>
    <w:rsid w:val="00C379D6"/>
    <w:rsid w:val="00C70D9C"/>
    <w:rsid w:val="00C74672"/>
    <w:rsid w:val="00C81044"/>
    <w:rsid w:val="00CC0911"/>
    <w:rsid w:val="00D0461E"/>
    <w:rsid w:val="00DB7062"/>
    <w:rsid w:val="00DE65D7"/>
    <w:rsid w:val="00E3469D"/>
    <w:rsid w:val="00E4334D"/>
    <w:rsid w:val="00EC518D"/>
    <w:rsid w:val="00F05659"/>
    <w:rsid w:val="00F137B9"/>
    <w:rsid w:val="00F57D30"/>
    <w:rsid w:val="00FA2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9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719A2E-DB3A-4539-8D8F-D56F30303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3</TotalTime>
  <Pages>2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3</cp:revision>
  <dcterms:created xsi:type="dcterms:W3CDTF">2020-07-04T18:17:00Z</dcterms:created>
  <dcterms:modified xsi:type="dcterms:W3CDTF">2020-07-04T18:19:00Z</dcterms:modified>
</cp:coreProperties>
</file>